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Методическая разработка урока в 5 классе «Форма, размеры и движение Земли»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 xml:space="preserve">УМК «Русское слово»: </w:t>
      </w:r>
    </w:p>
    <w:p w:rsidR="00AE3378" w:rsidRPr="00C3348F" w:rsidRDefault="00AE3378" w:rsidP="007F767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 xml:space="preserve">учебник Е.М. Домогацких  «География. Введение в географию»,  </w:t>
      </w:r>
    </w:p>
    <w:p w:rsidR="00AE3378" w:rsidRPr="00C3348F" w:rsidRDefault="00AE3378" w:rsidP="007F767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 xml:space="preserve">Д.В. Молодцов  тетрадь-практикум «География. Введение в географию». </w:t>
      </w:r>
    </w:p>
    <w:p w:rsidR="00AE3378" w:rsidRPr="00C3348F" w:rsidRDefault="00AE3378" w:rsidP="007F767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С. В. Банников Методические рекомендации .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Цель урока:</w:t>
      </w:r>
      <w:r w:rsidRPr="00C3348F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форме Земли, движениях Земли и их географических следствиях.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Задачи урока:</w:t>
      </w:r>
    </w:p>
    <w:p w:rsidR="00AE3378" w:rsidRPr="00C3348F" w:rsidRDefault="00AE3378" w:rsidP="007F76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Рассмотреть особенности формы, размеров Земли ее движений.</w:t>
      </w:r>
    </w:p>
    <w:p w:rsidR="00AE3378" w:rsidRPr="00C3348F" w:rsidRDefault="00AE3378" w:rsidP="007F76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Познакомить учащихся с географическими следствиями движений Земли.</w:t>
      </w:r>
    </w:p>
    <w:p w:rsidR="00AE3378" w:rsidRPr="00C3348F" w:rsidRDefault="00AE3378" w:rsidP="007F76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Раскрыть особенности соотношения радиусов Земли.</w:t>
      </w:r>
    </w:p>
    <w:p w:rsidR="00AE3378" w:rsidRPr="00C3348F" w:rsidRDefault="00AE3378" w:rsidP="007F76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Сформировать представление о полюсах, экваторе, полушариях Земли.</w:t>
      </w:r>
    </w:p>
    <w:p w:rsidR="00AE3378" w:rsidRDefault="00AE3378" w:rsidP="007F76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Продолжить формирование предметных и метапредметных  УУД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3378" w:rsidRPr="00C3348F" w:rsidRDefault="00AE3378" w:rsidP="007F76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Продолжить работу по здоровьесбережению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Ключевые слова по теме урока</w:t>
      </w:r>
      <w:r w:rsidRPr="00C3348F">
        <w:rPr>
          <w:rFonts w:ascii="Times New Roman" w:hAnsi="Times New Roman" w:cs="Times New Roman"/>
          <w:sz w:val="24"/>
          <w:szCs w:val="24"/>
        </w:rPr>
        <w:t>: осевое и орбитальное движение Земли, экватор, тропики, Северный полюс, Южный полюс, високосный год.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Предметные: 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AE3378" w:rsidRPr="00C3348F" w:rsidRDefault="00AE3378" w:rsidP="007F767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3348F">
        <w:rPr>
          <w:rFonts w:ascii="Times New Roman" w:hAnsi="Times New Roman" w:cs="Times New Roman"/>
          <w:sz w:val="24"/>
          <w:szCs w:val="24"/>
        </w:rPr>
        <w:t>географическую информацию представленную в тексте учебника;</w:t>
      </w:r>
    </w:p>
    <w:p w:rsidR="00AE3378" w:rsidRPr="00C3348F" w:rsidRDefault="00AE3378" w:rsidP="007F767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 xml:space="preserve">Показывать </w:t>
      </w:r>
      <w:r w:rsidRPr="00C3348F">
        <w:rPr>
          <w:rFonts w:ascii="Times New Roman" w:hAnsi="Times New Roman" w:cs="Times New Roman"/>
          <w:sz w:val="24"/>
          <w:szCs w:val="24"/>
        </w:rPr>
        <w:t>на глобусе  полюса, экватор, полушария, ось Земли;</w:t>
      </w:r>
    </w:p>
    <w:p w:rsidR="00AE3378" w:rsidRPr="00C3348F" w:rsidRDefault="00AE3378" w:rsidP="007F767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Использовать</w:t>
      </w:r>
      <w:r w:rsidRPr="00C3348F">
        <w:rPr>
          <w:rFonts w:ascii="Times New Roman" w:hAnsi="Times New Roman" w:cs="Times New Roman"/>
          <w:sz w:val="24"/>
          <w:szCs w:val="24"/>
        </w:rPr>
        <w:t xml:space="preserve"> географическую информацию для решения учебных задач;</w:t>
      </w:r>
    </w:p>
    <w:p w:rsidR="00AE3378" w:rsidRPr="00C3348F" w:rsidRDefault="00AE3378" w:rsidP="007F767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Различать и сравнивать</w:t>
      </w:r>
      <w:r w:rsidRPr="00C3348F">
        <w:rPr>
          <w:rFonts w:ascii="Times New Roman" w:hAnsi="Times New Roman" w:cs="Times New Roman"/>
          <w:sz w:val="24"/>
          <w:szCs w:val="24"/>
        </w:rPr>
        <w:t xml:space="preserve"> географические следствия движений Земли.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Метапредметные: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  <w:r w:rsidRPr="00C3348F">
        <w:rPr>
          <w:rFonts w:ascii="Times New Roman" w:hAnsi="Times New Roman" w:cs="Times New Roman"/>
          <w:sz w:val="24"/>
          <w:szCs w:val="24"/>
        </w:rPr>
        <w:t xml:space="preserve">  уметь вести самостоятельный поиск, анализировать  информацию, устанавливать причинно-следственные связи, уметь создавать модель Земли. 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  <w:r w:rsidRPr="00C3348F">
        <w:rPr>
          <w:rFonts w:ascii="Times New Roman" w:hAnsi="Times New Roman" w:cs="Times New Roman"/>
          <w:sz w:val="24"/>
          <w:szCs w:val="24"/>
        </w:rPr>
        <w:t xml:space="preserve"> научатся  организовывать свою деятельность, определять цели, задачи и  способы деятельности. Уметь оценивать свой результат.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  <w:r w:rsidRPr="00C3348F">
        <w:rPr>
          <w:rFonts w:ascii="Times New Roman" w:hAnsi="Times New Roman" w:cs="Times New Roman"/>
          <w:sz w:val="24"/>
          <w:szCs w:val="24"/>
        </w:rPr>
        <w:t>: Умение вести диалог, выслушивать мнение другого, вырабатывать общее решение.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Личностные УУД: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• формировать ответственное отношение к учению через  мотивацию к изучаемой теме;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• формировать толерантность  как норму осознанного и доброжелательного отношения к другому  ученику;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sz w:val="24"/>
          <w:szCs w:val="24"/>
        </w:rPr>
        <w:t>• освоение социальных норм и правил поведения в группах;</w:t>
      </w:r>
    </w:p>
    <w:p w:rsidR="00AE3378" w:rsidRPr="00C3348F" w:rsidRDefault="00AE3378" w:rsidP="007F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C3348F">
        <w:rPr>
          <w:rFonts w:ascii="Times New Roman" w:hAnsi="Times New Roman" w:cs="Times New Roman"/>
          <w:sz w:val="24"/>
          <w:szCs w:val="24"/>
        </w:rPr>
        <w:t xml:space="preserve"> познание нового материала</w:t>
      </w:r>
    </w:p>
    <w:p w:rsidR="00AE3378" w:rsidRDefault="00AE3378" w:rsidP="00B15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48F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C3348F">
        <w:rPr>
          <w:rFonts w:ascii="Times New Roman" w:hAnsi="Times New Roman" w:cs="Times New Roman"/>
          <w:sz w:val="24"/>
          <w:szCs w:val="24"/>
        </w:rPr>
        <w:t xml:space="preserve"> учебник, ПК, проектор, глобус, </w:t>
      </w:r>
      <w:r>
        <w:rPr>
          <w:rFonts w:ascii="Times New Roman" w:hAnsi="Times New Roman" w:cs="Times New Roman"/>
          <w:sz w:val="24"/>
          <w:szCs w:val="24"/>
        </w:rPr>
        <w:t>видеоролик «Движение Земли». Для эксперимента:  полоски  бумаги,  клей, карандаши.</w:t>
      </w:r>
    </w:p>
    <w:p w:rsidR="00AE3378" w:rsidRPr="00C3348F" w:rsidRDefault="00AE3378" w:rsidP="00B15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8"/>
        <w:gridCol w:w="4711"/>
        <w:gridCol w:w="5245"/>
        <w:gridCol w:w="3212"/>
      </w:tblGrid>
      <w:tr w:rsidR="00AE3378" w:rsidRPr="00A14516">
        <w:tc>
          <w:tcPr>
            <w:tcW w:w="1918" w:type="dxa"/>
          </w:tcPr>
          <w:p w:rsidR="00AE3378" w:rsidRPr="006F63E0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4711" w:type="dxa"/>
          </w:tcPr>
          <w:p w:rsidR="00AE3378" w:rsidRPr="006F63E0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5245" w:type="dxa"/>
          </w:tcPr>
          <w:p w:rsidR="00AE3378" w:rsidRPr="006F63E0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ученика</w:t>
            </w:r>
          </w:p>
        </w:tc>
        <w:tc>
          <w:tcPr>
            <w:tcW w:w="3212" w:type="dxa"/>
          </w:tcPr>
          <w:p w:rsidR="00AE3378" w:rsidRPr="006F63E0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</w:tr>
      <w:tr w:rsidR="00AE3378" w:rsidRPr="00A14516">
        <w:tc>
          <w:tcPr>
            <w:tcW w:w="1918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4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класса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1.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Приветствует учеников, проверяет готовность к уроку; деление класса на 4 группы</w:t>
            </w: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показывают готовность к уроку. Класс распределяется на 4 группы</w:t>
            </w: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УУД:</w:t>
            </w:r>
            <w:r w:rsidRPr="00A145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деятельность.</w:t>
            </w:r>
          </w:p>
        </w:tc>
      </w:tr>
      <w:tr w:rsidR="00AE3378" w:rsidRPr="00A14516">
        <w:tc>
          <w:tcPr>
            <w:tcW w:w="1918" w:type="dxa"/>
            <w:vAlign w:val="center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2.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Что я  знаю?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 - 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нетка»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1.Земля имеет форму шара?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2. Земля вращается?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3.Сутки- это день?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4. Экватор- это океан?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в тетради. Взаимоконтроль.</w:t>
            </w: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 УУД: </w:t>
            </w:r>
          </w:p>
          <w:p w:rsidR="00AE3378" w:rsidRPr="00A14516" w:rsidRDefault="00AE3378" w:rsidP="00A14516">
            <w:pPr>
              <w:spacing w:after="0" w:line="240" w:lineRule="auto"/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уметь оценивать свой результат и результат товарища</w:t>
            </w:r>
            <w:r w:rsidRPr="00A14516">
              <w:t xml:space="preserve">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 УУД:  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в парах</w:t>
            </w:r>
          </w:p>
        </w:tc>
      </w:tr>
      <w:tr w:rsidR="00AE3378" w:rsidRPr="00A14516">
        <w:tc>
          <w:tcPr>
            <w:tcW w:w="1918" w:type="dxa"/>
            <w:vAlign w:val="center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 учебной проблемы (целеполагание) 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3.</w:t>
            </w:r>
          </w:p>
          <w:p w:rsidR="00AE3378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Побуждает учеников на  определение темы урока и постановки цели.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Утром солнышко встаёт,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Спать ребятам не даёт!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-Ну-ка, детки, подымайтесь,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Умывайтесь, одевайтесь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полдень солнышко в зените,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него лучи, как нити,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Дальше, дальше день бежит</w:t>
            </w:r>
          </w:p>
          <w:p w:rsidR="00AE3378" w:rsidRPr="00A14516" w:rsidRDefault="00AE3378" w:rsidP="00A14516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вечеру скорей спешит.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Ночью на небе - луна,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Очень строгая она,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Закрывайте дети очи.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Говорит: «Спокойной ночи!»</w:t>
            </w:r>
          </w:p>
          <w:p w:rsidR="00AE3378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О чем говорится в стихотворении? Как вы думаете, почему происходит смена дня и ночи. </w:t>
            </w: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Назовите времена года.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Почему происходит смена времен года на Земле?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4.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Итак, сегодня мы продолжим разговор о движениях и форме  Земли.</w:t>
            </w: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Дети осознанно воспринимают   стихотворение, делают выводы о смене дня и ночи, времен года, формулируют тему и цель урока.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Открывают тетрадь,  записывают  тему урока.</w:t>
            </w: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УУД: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 устанавливать причинно-следственные связи;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УУД: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формировать  мотивацию к изучаемой теме;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УУД: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деятельности;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78" w:rsidRPr="00A14516">
        <w:tc>
          <w:tcPr>
            <w:tcW w:w="1918" w:type="dxa"/>
            <w:vAlign w:val="center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Слайд 5. </w:t>
            </w:r>
          </w:p>
          <w:p w:rsidR="00AE3378" w:rsidRPr="00A14516" w:rsidRDefault="00AE3378" w:rsidP="00A14516">
            <w:pPr>
              <w:spacing w:after="0" w:line="240" w:lineRule="auto"/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Просмотр видеоролика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«Движение Земли»</w:t>
            </w:r>
            <w:r w:rsidRPr="00A14516">
              <w:t xml:space="preserve"> </w:t>
            </w:r>
            <w:hyperlink r:id="rId5" w:anchor="!/video/search?text" w:history="1">
              <w:r w:rsidRPr="00A14516">
                <w:rPr>
                  <w:rStyle w:val="Hyperlink"/>
                </w:rPr>
                <w:t>http://yandex.ru/video/#!/video/search?text</w:t>
              </w:r>
            </w:hyperlink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на работу в группах с текстом учебника по инструктивной карточке.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Учитель корректирует и дополняет ответы учеников.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Ученики </w:t>
            </w: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группы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инструктивную карточку, определяют особенности положения  экватора, полушария и радиусов Земли.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группа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инструктивную карточку, по  тексту учебника  изучают особенности суточного движения Земли.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группа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инструктивную карточку, по тексту учебника рассматривают следствия годового движения Земли. 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группа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инструктивную карточку, находят определение  понятию «год», «високосный год», их продолжительность.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Ученики проговаривают  вслух изученный материал.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формировать толерантность  как норму осознанного и доброжелательного отношения к другому  ученику;</w:t>
            </w:r>
            <w:r w:rsidRPr="00A145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 УУД: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- высказывать свое предположение на основе учебного материала;  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- работать по плану.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ПознавательныеУУД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-умение  самостоятельно работать с текстом учебника,</w:t>
            </w:r>
            <w:r w:rsidRPr="00A14516">
              <w:t xml:space="preserve"> 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анализировать  информацию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-устанавливать причинно-следственные связи,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:rsidR="00AE3378" w:rsidRPr="00A14516" w:rsidRDefault="00AE3378" w:rsidP="00A1451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 слушать и понимать речь других;</w:t>
            </w:r>
          </w:p>
          <w:p w:rsidR="00AE3378" w:rsidRPr="00A14516" w:rsidRDefault="00AE3378" w:rsidP="00A1451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 формулирование и аргументация своего мнения и позиции;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 уметь устно и письменно выражать свои мысли, идеи.</w:t>
            </w:r>
          </w:p>
        </w:tc>
      </w:tr>
      <w:tr w:rsidR="00AE3378" w:rsidRPr="00A14516">
        <w:tc>
          <w:tcPr>
            <w:tcW w:w="1918" w:type="dxa"/>
            <w:vAlign w:val="center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От теории к практике.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6.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Эксперимент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: Тема «Форма Земли»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Учитель объясняет по слайду цели, задачи и ход  эксперимента.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Рефлексия итогов эксперимента.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 по инструкции проводят </w:t>
            </w: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эксперимент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, и делают общий вывод о форме Земли,  разнице экваториального и полюсного радиуса. 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Работая в группах:   дети  склеивают полоски по 40 см крест- накрест. Свободные концы склеивают в виде  шара. В нижнюю часть шара вставляется карандаш.  Вращая карандаш в ладонях, учащиеся увидят, что верхняя часть сплющивается, а центральная раздувается.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Ученики демонстрируют свой эксперимент  и делают общий  вывод.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толерантность  как норму осознанного и доброжелательного отношения к другому  ученику;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 УУД: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Работать по плану, выдвигать версии.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в группе, излагать свое мнение, аргументируя его, подтверждая фактами.</w:t>
            </w:r>
          </w:p>
        </w:tc>
      </w:tr>
      <w:tr w:rsidR="00AE3378" w:rsidRPr="00A14516">
        <w:tc>
          <w:tcPr>
            <w:tcW w:w="1918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Физминутка  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(здоровье-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сберегающий компонент)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планета»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произносит и показывает: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«Я – большое и жаркое Солнце» (Разводит руки в стороны).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Вы – планета Земля.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Земля вращается вокруг своей оси.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На Земле наступила ночь.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А сейчас снова день.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Дети встают и выполняют движения  по заданию учителя.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Дети показывают шар  руками  вверх.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Дети вращаются вокруг себя.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Дети поворачиваются спиной к учителю.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Дети поворачиваются лицом к учителю</w:t>
            </w: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Здоровьесбережение.</w:t>
            </w:r>
          </w:p>
        </w:tc>
      </w:tr>
      <w:tr w:rsidR="00AE3378" w:rsidRPr="00A14516">
        <w:tc>
          <w:tcPr>
            <w:tcW w:w="1918" w:type="dxa"/>
            <w:vAlign w:val="center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Применение новых знания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7.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открыть </w:t>
            </w: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тетрадь-практикум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на странице 12 и выполнить с 5- 9  задание.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Открывается  слайд с правильными ответами.</w:t>
            </w: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Открывают рабочую тетрадь и выполняют задание. Обмениваются тетрадями.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Взаимопроверка и выставление оценок.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 УУД: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-Уметь оценивать свой результат и товарища.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-освоение социальных норм и правил поведения в группах;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УУД: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анализировать  информацию, устанавливать причинно-следственные связи, находить соответствие.</w:t>
            </w:r>
          </w:p>
        </w:tc>
      </w:tr>
      <w:tr w:rsidR="00AE3378" w:rsidRPr="00A14516">
        <w:tc>
          <w:tcPr>
            <w:tcW w:w="1918" w:type="dxa"/>
            <w:vAlign w:val="center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8.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Узнали и запомнили. 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Учитель обращает внимание на слайд и просит хором проговорить окончание предложения. Спрашивает затруднения учеников.</w:t>
            </w: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Учащиеся хором проговаривают изученный материал. Задают вопросы на понимание.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:rsidR="00AE3378" w:rsidRPr="00A14516" w:rsidRDefault="00AE3378" w:rsidP="00A1451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 слушать и понимать речь других;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 уметь устно выражать свои мысли;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 излагать свое мнение;</w:t>
            </w:r>
          </w:p>
        </w:tc>
      </w:tr>
      <w:tr w:rsidR="00AE3378" w:rsidRPr="00A14516">
        <w:tc>
          <w:tcPr>
            <w:tcW w:w="1918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4711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Слайд 9.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Комментирует д/з: прочитать § 4, предлагает выбрать для повторения простые или сложные вопросы после параграфа, </w:t>
            </w:r>
          </w:p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Выполнить работу в тетради</w:t>
            </w:r>
            <w:bookmarkStart w:id="0" w:name="_GoBack"/>
            <w:bookmarkEnd w:id="0"/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- практикуме стр. 11 с 1-4 задание.</w:t>
            </w:r>
          </w:p>
        </w:tc>
        <w:tc>
          <w:tcPr>
            <w:tcW w:w="5245" w:type="dxa"/>
          </w:tcPr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Записывают в дневник домашнее задание.</w:t>
            </w:r>
          </w:p>
          <w:p w:rsidR="00AE3378" w:rsidRPr="00A14516" w:rsidRDefault="00AE3378" w:rsidP="00A14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>Задают вопросы на понимание.</w:t>
            </w:r>
          </w:p>
        </w:tc>
        <w:tc>
          <w:tcPr>
            <w:tcW w:w="3212" w:type="dxa"/>
          </w:tcPr>
          <w:p w:rsidR="00AE3378" w:rsidRPr="00A14516" w:rsidRDefault="00AE3378" w:rsidP="00A14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УУД:</w:t>
            </w:r>
            <w:r w:rsidRPr="00A14516">
              <w:rPr>
                <w:rFonts w:ascii="Times New Roman" w:hAnsi="Times New Roman" w:cs="Times New Roman"/>
                <w:sz w:val="24"/>
                <w:szCs w:val="24"/>
              </w:rPr>
              <w:t xml:space="preserve"> учатся   организовывать свою деятельность,</w:t>
            </w:r>
          </w:p>
        </w:tc>
      </w:tr>
    </w:tbl>
    <w:p w:rsidR="00AE3378" w:rsidRPr="00C3348F" w:rsidRDefault="00AE3378" w:rsidP="007F7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E3378" w:rsidRPr="00C3348F" w:rsidSect="00B50CE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2F3"/>
    <w:multiLevelType w:val="hybridMultilevel"/>
    <w:tmpl w:val="AA5C3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10626"/>
    <w:multiLevelType w:val="multilevel"/>
    <w:tmpl w:val="FB9AEA3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5D2810AD"/>
    <w:multiLevelType w:val="hybridMultilevel"/>
    <w:tmpl w:val="7C86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F301CB1"/>
    <w:multiLevelType w:val="hybridMultilevel"/>
    <w:tmpl w:val="F4EA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2F1"/>
    <w:rsid w:val="000F1303"/>
    <w:rsid w:val="00102A3C"/>
    <w:rsid w:val="00155925"/>
    <w:rsid w:val="001E4339"/>
    <w:rsid w:val="001F30D6"/>
    <w:rsid w:val="002121C4"/>
    <w:rsid w:val="002D3896"/>
    <w:rsid w:val="003A0C76"/>
    <w:rsid w:val="00430E0D"/>
    <w:rsid w:val="004D6E7B"/>
    <w:rsid w:val="006322F1"/>
    <w:rsid w:val="006B737F"/>
    <w:rsid w:val="006F63E0"/>
    <w:rsid w:val="0073255B"/>
    <w:rsid w:val="007B149D"/>
    <w:rsid w:val="007F7672"/>
    <w:rsid w:val="00833F02"/>
    <w:rsid w:val="00862BD3"/>
    <w:rsid w:val="00983EFB"/>
    <w:rsid w:val="009B7539"/>
    <w:rsid w:val="009E539D"/>
    <w:rsid w:val="00A10506"/>
    <w:rsid w:val="00A128A4"/>
    <w:rsid w:val="00A14516"/>
    <w:rsid w:val="00A217B6"/>
    <w:rsid w:val="00A62400"/>
    <w:rsid w:val="00AA00BE"/>
    <w:rsid w:val="00AE3378"/>
    <w:rsid w:val="00B15BDA"/>
    <w:rsid w:val="00B50CE0"/>
    <w:rsid w:val="00BC69C2"/>
    <w:rsid w:val="00C3348F"/>
    <w:rsid w:val="00C540F0"/>
    <w:rsid w:val="00CA6EDA"/>
    <w:rsid w:val="00D118A5"/>
    <w:rsid w:val="00D4198E"/>
    <w:rsid w:val="00DA092F"/>
    <w:rsid w:val="00DC361C"/>
    <w:rsid w:val="00DC39B2"/>
    <w:rsid w:val="00DE15B3"/>
    <w:rsid w:val="00E33457"/>
    <w:rsid w:val="00EC66F6"/>
    <w:rsid w:val="00EE73B4"/>
    <w:rsid w:val="00F51E69"/>
    <w:rsid w:val="00F56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4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C361C"/>
    <w:pPr>
      <w:ind w:left="720"/>
    </w:pPr>
  </w:style>
  <w:style w:type="table" w:styleId="TableGrid">
    <w:name w:val="Table Grid"/>
    <w:basedOn w:val="TableNormal"/>
    <w:uiPriority w:val="99"/>
    <w:rsid w:val="00AA00B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A00BE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430E0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B7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75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ndex.ru/vide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357</TotalTime>
  <Pages>5</Pages>
  <Words>1145</Words>
  <Characters>6528</Characters>
  <Application>Microsoft Office Outlook</Application>
  <DocSecurity>0</DocSecurity>
  <Lines>0</Lines>
  <Paragraphs>0</Paragraphs>
  <ScaleCrop>false</ScaleCrop>
  <Company>МБОУ СОШ №12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12</cp:revision>
  <dcterms:created xsi:type="dcterms:W3CDTF">2014-01-29T12:49:00Z</dcterms:created>
  <dcterms:modified xsi:type="dcterms:W3CDTF">2014-03-14T00:02:00Z</dcterms:modified>
</cp:coreProperties>
</file>